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6A7083E" w:rsidR="00903921" w:rsidRPr="00B64DD5" w:rsidRDefault="00334390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50A6ECC0" w:rsidR="0022369B" w:rsidRDefault="007B2E5D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</w:t>
      </w:r>
      <w:r w:rsidR="00582727">
        <w:rPr>
          <w:rFonts w:ascii="Arial" w:hAnsi="Arial"/>
        </w:rPr>
        <w:t>éparation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d'urinoir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rectangulaire</w:t>
      </w:r>
      <w:proofErr w:type="spellEnd"/>
    </w:p>
    <w:p w14:paraId="382246BC" w14:textId="080BFAB1" w:rsidR="0022369B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 le côté supérieur monte vers le mur</w:t>
      </w:r>
    </w:p>
    <w:p w14:paraId="16006AC6" w14:textId="54A61AB2" w:rsidR="00291714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</w:t>
      </w:r>
      <w:r w:rsidR="000D0785" w:rsidRPr="000D5E43">
        <w:rPr>
          <w:rFonts w:ascii="Arial" w:hAnsi="Arial"/>
          <w:lang w:val="fr-BE"/>
        </w:rPr>
        <w:t xml:space="preserve"> </w:t>
      </w:r>
      <w:r w:rsidRPr="000D5E43">
        <w:rPr>
          <w:rFonts w:ascii="Arial" w:hAnsi="Arial"/>
          <w:lang w:val="fr-BE"/>
        </w:rPr>
        <w:t>le côté inférieur</w:t>
      </w:r>
      <w:r w:rsidR="000D0785" w:rsidRPr="000D5E43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descend vers le mur</w:t>
      </w:r>
    </w:p>
    <w:p w14:paraId="49B4F01A" w14:textId="15C9B00B" w:rsidR="00AB18D2" w:rsidRPr="00582727" w:rsidRDefault="00582727" w:rsidP="0022369B">
      <w:pPr>
        <w:pStyle w:val="Bulleted2"/>
        <w:rPr>
          <w:rFonts w:ascii="Arial" w:hAnsi="Arial"/>
          <w:lang w:val="fr-BE"/>
        </w:rPr>
      </w:pPr>
      <w:r w:rsidRPr="00582727">
        <w:rPr>
          <w:rFonts w:ascii="Arial" w:hAnsi="Arial"/>
          <w:lang w:val="fr-BE"/>
        </w:rPr>
        <w:t xml:space="preserve">avec </w:t>
      </w:r>
      <w:r>
        <w:rPr>
          <w:rFonts w:ascii="Arial" w:hAnsi="Arial"/>
          <w:lang w:val="fr-BE"/>
        </w:rPr>
        <w:t xml:space="preserve">des </w:t>
      </w:r>
      <w:r w:rsidRPr="00582727">
        <w:rPr>
          <w:rFonts w:ascii="Arial" w:hAnsi="Arial"/>
          <w:lang w:val="fr-BE"/>
        </w:rPr>
        <w:t>coins arrondis</w:t>
      </w:r>
    </w:p>
    <w:p w14:paraId="54F56217" w14:textId="5E18402D" w:rsidR="00297424" w:rsidRPr="00B64DD5" w:rsidRDefault="003343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3ADE6B4D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34390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34390">
        <w:rPr>
          <w:rFonts w:ascii="Arial" w:hAnsi="Arial"/>
          <w:b/>
          <w:u w:val="none"/>
        </w:rPr>
        <w:t>ux</w:t>
      </w:r>
      <w:proofErr w:type="spellEnd"/>
    </w:p>
    <w:p w14:paraId="5A203D3F" w14:textId="64BDD9B1" w:rsidR="00F97930" w:rsidRPr="00582727" w:rsidRDefault="005F73DB" w:rsidP="00F97930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n </w:t>
      </w:r>
      <w:r w:rsidR="00582727" w:rsidRPr="00582727">
        <w:rPr>
          <w:rFonts w:ascii="Arial" w:hAnsi="Arial"/>
          <w:lang w:val="fr-BE"/>
        </w:rPr>
        <w:t xml:space="preserve">mousse de </w:t>
      </w:r>
      <w:r w:rsidR="00F07063" w:rsidRPr="00582727">
        <w:rPr>
          <w:rFonts w:ascii="Arial" w:hAnsi="Arial"/>
          <w:lang w:val="fr-BE"/>
        </w:rPr>
        <w:t>polyur</w:t>
      </w:r>
      <w:r w:rsidR="00582727" w:rsidRPr="00582727">
        <w:rPr>
          <w:rFonts w:ascii="Arial" w:hAnsi="Arial"/>
          <w:lang w:val="fr-BE"/>
        </w:rPr>
        <w:t>é</w:t>
      </w:r>
      <w:r w:rsidR="00F07063" w:rsidRPr="00582727">
        <w:rPr>
          <w:rFonts w:ascii="Arial" w:hAnsi="Arial"/>
          <w:lang w:val="fr-BE"/>
        </w:rPr>
        <w:t>than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 </w:t>
      </w:r>
      <w:r w:rsidR="00582727" w:rsidRPr="00582727">
        <w:rPr>
          <w:rFonts w:ascii="Arial" w:hAnsi="Arial"/>
          <w:lang w:val="fr-BE"/>
        </w:rPr>
        <w:t>durcie</w:t>
      </w:r>
    </w:p>
    <w:p w14:paraId="21DA7095" w14:textId="77D9E184" w:rsidR="00F97930" w:rsidRDefault="00582727" w:rsidP="00F97930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r w:rsidR="005F73DB">
        <w:rPr>
          <w:rFonts w:ascii="Arial" w:hAnsi="Arial"/>
        </w:rPr>
        <w:t xml:space="preserve">en </w:t>
      </w:r>
      <w:r>
        <w:rPr>
          <w:rFonts w:ascii="Arial" w:hAnsi="Arial"/>
        </w:rPr>
        <w:t>métal</w:t>
      </w:r>
    </w:p>
    <w:p w14:paraId="39A3A5B8" w14:textId="1E0A2CD1" w:rsidR="00945AE1" w:rsidRPr="00981C24" w:rsidRDefault="003343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6194A0D" w14:textId="18A8B93D" w:rsidR="00297424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 w:rsidR="00EB5CBF"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 w:rsidR="00EB5CBF">
        <w:rPr>
          <w:rFonts w:ascii="Arial" w:hAnsi="Arial"/>
        </w:rPr>
        <w:t>)</w:t>
      </w:r>
    </w:p>
    <w:p w14:paraId="233AB622" w14:textId="3C946E6A" w:rsidR="00DC4317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6A0947F2" w14:textId="24FABD08" w:rsidR="00DC3141" w:rsidRPr="008972DD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C4BC8FD" w:rsidR="003A5000" w:rsidRPr="00981C24" w:rsidRDefault="00334390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5DA7954D" w:rsidR="0020639C" w:rsidRPr="00735DE7" w:rsidRDefault="00B17952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67DA6CEB" w:rsidR="0020639C" w:rsidRPr="00735DE7" w:rsidRDefault="00B17952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567B12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34390">
        <w:rPr>
          <w:rFonts w:ascii="Arial" w:hAnsi="Arial"/>
          <w:b/>
        </w:rPr>
        <w:t>o</w:t>
      </w:r>
      <w:r>
        <w:rPr>
          <w:rFonts w:ascii="Arial" w:hAnsi="Arial"/>
          <w:b/>
        </w:rPr>
        <w:t>s</w:t>
      </w:r>
      <w:r w:rsidR="00334390">
        <w:rPr>
          <w:rFonts w:ascii="Arial" w:hAnsi="Arial"/>
          <w:b/>
        </w:rPr>
        <w:t>e</w:t>
      </w:r>
    </w:p>
    <w:p w14:paraId="70DF0594" w14:textId="09C9C754" w:rsidR="008C0266" w:rsidRDefault="00B17952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6CB84D9" w:rsidR="000C0EB2" w:rsidRPr="00B64DD5" w:rsidRDefault="00334390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E74FD" w14:textId="77777777" w:rsidR="00AD18D4" w:rsidRDefault="00AD18D4">
      <w:r>
        <w:separator/>
      </w:r>
    </w:p>
  </w:endnote>
  <w:endnote w:type="continuationSeparator" w:id="0">
    <w:p w14:paraId="72FF58DE" w14:textId="77777777" w:rsidR="00AD18D4" w:rsidRDefault="00AD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7194" w14:textId="77777777" w:rsidR="007F7550" w:rsidRDefault="007F75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93EA2EE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0B04C7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B798252" w:rsidR="007C7FFA" w:rsidRDefault="000B04C7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8BB3" w14:textId="77777777" w:rsidR="007F7550" w:rsidRDefault="007F7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536BD" w14:textId="77777777" w:rsidR="00AD18D4" w:rsidRDefault="00AD18D4">
      <w:r>
        <w:separator/>
      </w:r>
    </w:p>
  </w:footnote>
  <w:footnote w:type="continuationSeparator" w:id="0">
    <w:p w14:paraId="560A74DA" w14:textId="77777777" w:rsidR="00AD18D4" w:rsidRDefault="00AD1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CDBFA" w14:textId="77777777" w:rsidR="007F7550" w:rsidRDefault="007F75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D7E7423" w:rsidR="007C7FFA" w:rsidRPr="007F7550" w:rsidRDefault="007F7550" w:rsidP="00080B0F">
    <w:pPr>
      <w:pStyle w:val="Header"/>
      <w:rPr>
        <w:rFonts w:ascii="Arial" w:hAnsi="Arial"/>
        <w:b/>
        <w:szCs w:val="24"/>
        <w:lang w:val="fr-BE"/>
      </w:rPr>
    </w:pPr>
    <w:r>
      <w:rPr>
        <w:rFonts w:ascii="Arial" w:hAnsi="Arial"/>
        <w:b/>
        <w:lang w:val="fr-BE"/>
      </w:rPr>
      <w:t>S</w:t>
    </w:r>
    <w:r w:rsidRPr="007F7550">
      <w:rPr>
        <w:rFonts w:ascii="Arial" w:hAnsi="Arial"/>
        <w:b/>
        <w:lang w:val="fr-BE"/>
      </w:rPr>
      <w:t xml:space="preserve">éparation d'urinoir </w:t>
    </w:r>
    <w:r w:rsidR="00A86C4C" w:rsidRPr="007F7550">
      <w:rPr>
        <w:rFonts w:ascii="Arial" w:hAnsi="Arial"/>
        <w:b/>
        <w:lang w:val="fr-BE"/>
      </w:rPr>
      <w:t xml:space="preserve">Geberit </w:t>
    </w:r>
    <w:r w:rsidR="00E01271" w:rsidRPr="007F7550">
      <w:rPr>
        <w:rFonts w:ascii="Arial" w:hAnsi="Arial"/>
        <w:b/>
        <w:lang w:val="fr-BE"/>
      </w:rPr>
      <w:t>Basic,</w:t>
    </w:r>
    <w:r w:rsidR="007C7FFA" w:rsidRPr="007F7550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A70A1F0" w:rsidR="007C7FFA" w:rsidRPr="007F7550" w:rsidRDefault="007F7550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matière synthétique</w:t>
    </w:r>
    <w:r w:rsidR="00F07841" w:rsidRPr="007F7550">
      <w:rPr>
        <w:rFonts w:ascii="Arial" w:hAnsi="Arial"/>
        <w:b/>
        <w:lang w:val="fr-BE"/>
      </w:rPr>
      <w:t xml:space="preserve">, </w:t>
    </w:r>
    <w:r w:rsidR="00334390" w:rsidRPr="007F7550">
      <w:rPr>
        <w:rFonts w:ascii="Arial" w:hAnsi="Arial"/>
        <w:b/>
        <w:lang w:val="fr-BE"/>
      </w:rPr>
      <w:t>blanc</w:t>
    </w:r>
    <w:r w:rsidR="009A6132" w:rsidRPr="007F7550">
      <w:rPr>
        <w:rFonts w:ascii="Arial" w:hAnsi="Arial"/>
        <w:b/>
        <w:lang w:val="fr-BE"/>
      </w:rPr>
      <w:t>, 11</w:t>
    </w:r>
    <w:r w:rsidR="00E01271" w:rsidRPr="007F7550">
      <w:rPr>
        <w:rFonts w:ascii="Arial" w:hAnsi="Arial"/>
        <w:b/>
        <w:lang w:val="fr-BE"/>
      </w:rPr>
      <w:t>5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2</w:t>
    </w:r>
    <w:r w:rsidR="009A6132" w:rsidRPr="007F7550">
      <w:rPr>
        <w:rFonts w:ascii="Arial" w:hAnsi="Arial"/>
        <w:b/>
        <w:lang w:val="fr-BE"/>
      </w:rPr>
      <w:t>0</w:t>
    </w:r>
    <w:r w:rsidR="00E01271" w:rsidRPr="007F7550">
      <w:rPr>
        <w:rFonts w:ascii="Arial" w:hAnsi="Arial"/>
        <w:b/>
        <w:lang w:val="fr-BE"/>
      </w:rPr>
      <w:t>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F0B0" w14:textId="77777777" w:rsidR="007F7550" w:rsidRDefault="007F7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04C7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D5E43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4390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2727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5F73DB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E5D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7F7550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18D4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17952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07F83C-15FC-42E6-A862-4059E88B2D8D}"/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2313ea8-4521-49e8-b6bb-ca19bded6e88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67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2024-01-05T12:00:00Z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